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CD8FB" w14:textId="484A2BEB" w:rsidR="006E54BA" w:rsidRPr="00FD2D7B" w:rsidRDefault="006E54BA" w:rsidP="006E54BA">
      <w:pPr>
        <w:spacing w:after="60"/>
        <w:rPr>
          <w:sz w:val="20"/>
          <w:szCs w:val="20"/>
        </w:rPr>
      </w:pPr>
      <w:r w:rsidRPr="00FD2D7B">
        <w:rPr>
          <w:rStyle w:val="Fett"/>
          <w:noProof/>
          <w:color w:val="215868" w:themeColor="accent5" w:themeShade="80"/>
        </w:rPr>
        <w:drawing>
          <wp:anchor distT="0" distB="0" distL="114300" distR="114300" simplePos="0" relativeHeight="251661312" behindDoc="0" locked="0" layoutInCell="1" allowOverlap="1" wp14:anchorId="3648E561" wp14:editId="2A789B41">
            <wp:simplePos x="0" y="0"/>
            <wp:positionH relativeFrom="column">
              <wp:posOffset>5040934</wp:posOffset>
            </wp:positionH>
            <wp:positionV relativeFrom="paragraph">
              <wp:posOffset>183515</wp:posOffset>
            </wp:positionV>
            <wp:extent cx="302895" cy="207645"/>
            <wp:effectExtent l="0" t="0" r="1905" b="1905"/>
            <wp:wrapNone/>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 cy="207645"/>
                    </a:xfrm>
                    <a:prstGeom prst="rect">
                      <a:avLst/>
                    </a:prstGeom>
                    <a:noFill/>
                  </pic:spPr>
                </pic:pic>
              </a:graphicData>
            </a:graphic>
            <wp14:sizeRelH relativeFrom="page">
              <wp14:pctWidth>0</wp14:pctWidth>
            </wp14:sizeRelH>
            <wp14:sizeRelV relativeFrom="page">
              <wp14:pctHeight>0</wp14:pctHeight>
            </wp14:sizeRelV>
          </wp:anchor>
        </w:drawing>
      </w:r>
      <w:r w:rsidRPr="00FD2D7B">
        <w:rPr>
          <w:rStyle w:val="Fett"/>
          <w:color w:val="215868" w:themeColor="accent5" w:themeShade="80"/>
        </w:rPr>
        <w:t>Rahme</w:t>
      </w:r>
      <w:r w:rsidR="00FD2D7B" w:rsidRPr="00FD2D7B">
        <w:rPr>
          <w:rStyle w:val="Fett"/>
          <w:color w:val="215868" w:themeColor="accent5" w:themeShade="80"/>
        </w:rPr>
        <w:t>n</w:t>
      </w:r>
      <w:r w:rsidR="00FD2D7B">
        <w:rPr>
          <w:rStyle w:val="Fett"/>
          <w:b w:val="0"/>
          <w:bCs w:val="0"/>
          <w:color w:val="215868" w:themeColor="accent5" w:themeShade="80"/>
        </w:rPr>
        <w:t xml:space="preserve"> Sie</w:t>
      </w:r>
      <w:r w:rsidRPr="00FD2D7B">
        <w:rPr>
          <w:rStyle w:val="Fett"/>
          <w:b w:val="0"/>
          <w:bCs w:val="0"/>
          <w:color w:val="215868" w:themeColor="accent5" w:themeShade="80"/>
        </w:rPr>
        <w:t xml:space="preserve"> die ersten vier Zeilen ein und </w:t>
      </w:r>
      <w:r w:rsidRPr="00FD2D7B">
        <w:rPr>
          <w:rStyle w:val="Fett"/>
          <w:color w:val="215868" w:themeColor="accent5" w:themeShade="80"/>
        </w:rPr>
        <w:t>schattiere</w:t>
      </w:r>
      <w:r w:rsidR="00FD2D7B" w:rsidRPr="00FD2D7B">
        <w:rPr>
          <w:rStyle w:val="Fett"/>
          <w:color w:val="215868" w:themeColor="accent5" w:themeShade="80"/>
        </w:rPr>
        <w:t>n</w:t>
      </w:r>
      <w:r w:rsidR="00FD2D7B">
        <w:rPr>
          <w:rStyle w:val="Fett"/>
          <w:b w:val="0"/>
          <w:bCs w:val="0"/>
          <w:color w:val="215868" w:themeColor="accent5" w:themeShade="80"/>
        </w:rPr>
        <w:t xml:space="preserve"> Sie</w:t>
      </w:r>
      <w:r w:rsidRPr="00FD2D7B">
        <w:rPr>
          <w:rStyle w:val="Fett"/>
          <w:b w:val="0"/>
          <w:bCs w:val="0"/>
          <w:color w:val="215868" w:themeColor="accent5" w:themeShade="80"/>
        </w:rPr>
        <w:t xml:space="preserve"> sie mit einem hellen Gelb.</w:t>
      </w:r>
      <w:r w:rsidRPr="00FD2D7B">
        <w:rPr>
          <w:rStyle w:val="Fett"/>
          <w:b w:val="0"/>
          <w:bCs w:val="0"/>
          <w:color w:val="215868" w:themeColor="accent5" w:themeShade="80"/>
        </w:rPr>
        <w:br/>
      </w:r>
      <w:r w:rsidR="00FD2D7B">
        <w:rPr>
          <w:rStyle w:val="Anleitung"/>
          <w:sz w:val="20"/>
          <w:szCs w:val="20"/>
        </w:rPr>
        <w:t>(</w:t>
      </w:r>
      <w:r w:rsidRPr="00FD2D7B">
        <w:rPr>
          <w:rStyle w:val="Anleitung"/>
          <w:sz w:val="20"/>
          <w:szCs w:val="20"/>
        </w:rPr>
        <w:t xml:space="preserve">In eine beliebige Zeile klicken; dann Registerkarte Start / Gruppe Absatz / </w:t>
      </w:r>
      <w:r w:rsidR="005F7ADC" w:rsidRPr="00FD2D7B">
        <w:rPr>
          <w:rStyle w:val="Anleitung"/>
          <w:sz w:val="20"/>
          <w:szCs w:val="20"/>
        </w:rPr>
        <w:t>Schaltfläche</w:t>
      </w:r>
      <w:r w:rsidRPr="00FD2D7B">
        <w:rPr>
          <w:rStyle w:val="Anleitung"/>
          <w:sz w:val="20"/>
          <w:szCs w:val="20"/>
        </w:rPr>
        <w:t xml:space="preserve"> Rahmen</w:t>
      </w:r>
      <w:r w:rsidR="00FD2D7B">
        <w:rPr>
          <w:rStyle w:val="Anleitung"/>
          <w:sz w:val="20"/>
          <w:szCs w:val="20"/>
        </w:rPr>
        <w:t>)</w:t>
      </w:r>
      <w:r w:rsidRPr="00FD2D7B">
        <w:rPr>
          <w:rStyle w:val="Anleitung"/>
          <w:sz w:val="20"/>
          <w:szCs w:val="20"/>
        </w:rPr>
        <w:t xml:space="preserve">       </w:t>
      </w:r>
    </w:p>
    <w:p w14:paraId="212D06A1" w14:textId="77777777" w:rsidR="0089482A" w:rsidRDefault="0089482A" w:rsidP="00586401"/>
    <w:p w14:paraId="5764021D" w14:textId="77777777" w:rsidR="0089482A" w:rsidRDefault="0089482A" w:rsidP="007C53E5">
      <w:pPr>
        <w:pStyle w:val="Textkrper2"/>
        <w:pBdr>
          <w:top w:val="single" w:sz="4" w:space="1" w:color="auto"/>
          <w:left w:val="single" w:sz="4" w:space="4" w:color="auto"/>
          <w:bottom w:val="single" w:sz="4" w:space="1" w:color="auto"/>
          <w:right w:val="single" w:sz="4" w:space="4" w:color="auto"/>
        </w:pBdr>
        <w:shd w:val="clear" w:color="auto" w:fill="FFFF00"/>
      </w:pPr>
      <w:r>
        <w:t>Nur die Affen, voller Schnacken,</w:t>
      </w:r>
      <w:r>
        <w:br/>
        <w:t>Haben Vor- und Hinterhand;</w:t>
      </w:r>
      <w:r>
        <w:br/>
        <w:t>Emsig mümmeln ihre Backen;</w:t>
      </w:r>
      <w:r>
        <w:br/>
        <w:t>Gerne hockt man beieinand.</w:t>
      </w:r>
    </w:p>
    <w:p w14:paraId="32B1F225" w14:textId="77777777" w:rsidR="0089482A" w:rsidRDefault="0089482A">
      <w:pPr>
        <w:spacing w:after="60"/>
        <w:rPr>
          <w:rFonts w:ascii="Arial" w:hAnsi="Arial" w:cs="Arial"/>
        </w:rPr>
      </w:pPr>
    </w:p>
    <w:p w14:paraId="6FA34696" w14:textId="77777777" w:rsidR="0089482A" w:rsidRDefault="0089482A" w:rsidP="00586401"/>
    <w:p w14:paraId="65D7DDD4" w14:textId="77777777" w:rsidR="0089482A" w:rsidRDefault="00E954AE">
      <w:pPr>
        <w:pStyle w:val="berschrift3"/>
      </w:pPr>
      <w:r w:rsidRPr="00125643">
        <w:rPr>
          <w:bdr w:val="single" w:sz="4" w:space="0" w:color="auto"/>
          <w:shd w:val="clear" w:color="auto" w:fill="FFFF00"/>
        </w:rPr>
        <w:t>Ein</w:t>
      </w:r>
      <w:r>
        <w:t xml:space="preserve"> lustiges Gedicht</w:t>
      </w:r>
    </w:p>
    <w:p w14:paraId="2565F93D" w14:textId="77777777" w:rsidR="0089482A" w:rsidRDefault="0089482A" w:rsidP="00586401"/>
    <w:p w14:paraId="5417703A" w14:textId="1ED941AE" w:rsidR="0089482A" w:rsidRPr="00FD2D7B" w:rsidRDefault="0089482A" w:rsidP="00D1649A">
      <w:pPr>
        <w:spacing w:after="60"/>
        <w:rPr>
          <w:rFonts w:ascii="Arial" w:hAnsi="Arial" w:cs="Arial"/>
          <w:sz w:val="20"/>
          <w:szCs w:val="20"/>
        </w:rPr>
      </w:pPr>
      <w:r w:rsidRPr="00FD2D7B">
        <w:rPr>
          <w:rStyle w:val="Fett"/>
          <w:b w:val="0"/>
          <w:bCs w:val="0"/>
          <w:color w:val="215868" w:themeColor="accent5" w:themeShade="80"/>
        </w:rPr>
        <w:t>Rahme</w:t>
      </w:r>
      <w:r w:rsidR="00FD2D7B" w:rsidRPr="00FD2D7B">
        <w:rPr>
          <w:rStyle w:val="Fett"/>
          <w:b w:val="0"/>
          <w:bCs w:val="0"/>
          <w:color w:val="215868" w:themeColor="accent5" w:themeShade="80"/>
        </w:rPr>
        <w:t>n Sie</w:t>
      </w:r>
      <w:r w:rsidRPr="00FD2D7B">
        <w:rPr>
          <w:rStyle w:val="Fett"/>
          <w:b w:val="0"/>
          <w:bCs w:val="0"/>
          <w:color w:val="215868" w:themeColor="accent5" w:themeShade="80"/>
        </w:rPr>
        <w:t xml:space="preserve"> in der </w:t>
      </w:r>
      <w:r w:rsidR="00A501B6" w:rsidRPr="00FD2D7B">
        <w:rPr>
          <w:rStyle w:val="Fett"/>
          <w:b w:val="0"/>
          <w:bCs w:val="0"/>
          <w:color w:val="215868" w:themeColor="accent5" w:themeShade="80"/>
        </w:rPr>
        <w:t>darüber</w:t>
      </w:r>
      <w:r w:rsidR="005F7ADC" w:rsidRPr="00FD2D7B">
        <w:rPr>
          <w:rStyle w:val="Fett"/>
          <w:b w:val="0"/>
          <w:bCs w:val="0"/>
          <w:color w:val="215868" w:themeColor="accent5" w:themeShade="80"/>
        </w:rPr>
        <w:t xml:space="preserve"> </w:t>
      </w:r>
      <w:r w:rsidR="00A501B6" w:rsidRPr="00FD2D7B">
        <w:rPr>
          <w:rStyle w:val="Fett"/>
          <w:b w:val="0"/>
          <w:bCs w:val="0"/>
          <w:color w:val="215868" w:themeColor="accent5" w:themeShade="80"/>
        </w:rPr>
        <w:t>liegenden</w:t>
      </w:r>
      <w:r w:rsidRPr="00FD2D7B">
        <w:rPr>
          <w:rStyle w:val="Fett"/>
          <w:b w:val="0"/>
          <w:bCs w:val="0"/>
          <w:color w:val="215868" w:themeColor="accent5" w:themeShade="80"/>
        </w:rPr>
        <w:t xml:space="preserve"> Zeile jedes Wort einzeln ein und färbe</w:t>
      </w:r>
      <w:r w:rsidR="00FD2D7B" w:rsidRPr="00FD2D7B">
        <w:rPr>
          <w:rStyle w:val="Fett"/>
          <w:b w:val="0"/>
          <w:bCs w:val="0"/>
          <w:color w:val="215868" w:themeColor="accent5" w:themeShade="80"/>
        </w:rPr>
        <w:t>n Sie</w:t>
      </w:r>
      <w:r w:rsidRPr="00FD2D7B">
        <w:rPr>
          <w:rStyle w:val="Fett"/>
          <w:b w:val="0"/>
          <w:bCs w:val="0"/>
          <w:color w:val="215868" w:themeColor="accent5" w:themeShade="80"/>
        </w:rPr>
        <w:t xml:space="preserve"> den Hintergrund und Textfarbe bei jedem Wort anders! </w:t>
      </w:r>
      <w:r w:rsidR="00C97378" w:rsidRPr="00FD2D7B">
        <w:rPr>
          <w:rStyle w:val="Fett"/>
          <w:b w:val="0"/>
          <w:bCs w:val="0"/>
          <w:color w:val="215868" w:themeColor="accent5" w:themeShade="80"/>
        </w:rPr>
        <w:br/>
      </w:r>
      <w:r w:rsidR="00FD2D7B" w:rsidRPr="00FD2D7B">
        <w:rPr>
          <w:rStyle w:val="Anleitung"/>
          <w:sz w:val="20"/>
          <w:szCs w:val="20"/>
        </w:rPr>
        <w:t>(</w:t>
      </w:r>
      <w:r w:rsidRPr="00FD2D7B">
        <w:rPr>
          <w:rStyle w:val="Anleitung"/>
          <w:sz w:val="20"/>
          <w:szCs w:val="20"/>
        </w:rPr>
        <w:t xml:space="preserve">Einzelnes Wort markieren, dann </w:t>
      </w:r>
      <w:r w:rsidR="00347B73" w:rsidRPr="00FD2D7B">
        <w:rPr>
          <w:rStyle w:val="Anleitung"/>
          <w:sz w:val="20"/>
          <w:szCs w:val="20"/>
        </w:rPr>
        <w:t>Registerkarte</w:t>
      </w:r>
      <w:r w:rsidR="003A1FBB" w:rsidRPr="00FD2D7B">
        <w:rPr>
          <w:rStyle w:val="Anleitung"/>
          <w:sz w:val="20"/>
          <w:szCs w:val="20"/>
        </w:rPr>
        <w:t xml:space="preserve"> Start</w:t>
      </w:r>
      <w:r w:rsidR="00347B73" w:rsidRPr="00FD2D7B">
        <w:rPr>
          <w:rStyle w:val="Anleitung"/>
          <w:sz w:val="20"/>
          <w:szCs w:val="20"/>
        </w:rPr>
        <w:t xml:space="preserve"> </w:t>
      </w:r>
      <w:r w:rsidR="003A1FBB" w:rsidRPr="00FD2D7B">
        <w:rPr>
          <w:rStyle w:val="Anleitung"/>
          <w:sz w:val="20"/>
          <w:szCs w:val="20"/>
        </w:rPr>
        <w:t>/</w:t>
      </w:r>
      <w:r w:rsidR="00347B73" w:rsidRPr="00FD2D7B">
        <w:rPr>
          <w:rStyle w:val="Anleitung"/>
          <w:sz w:val="20"/>
          <w:szCs w:val="20"/>
        </w:rPr>
        <w:t xml:space="preserve"> </w:t>
      </w:r>
      <w:r w:rsidR="003A1FBB" w:rsidRPr="00FD2D7B">
        <w:rPr>
          <w:rStyle w:val="Anleitung"/>
          <w:sz w:val="20"/>
          <w:szCs w:val="20"/>
        </w:rPr>
        <w:t>Gruppe Absatz</w:t>
      </w:r>
      <w:r w:rsidR="00347B73" w:rsidRPr="00FD2D7B">
        <w:rPr>
          <w:rStyle w:val="Anleitung"/>
          <w:sz w:val="20"/>
          <w:szCs w:val="20"/>
        </w:rPr>
        <w:t xml:space="preserve"> </w:t>
      </w:r>
      <w:r w:rsidR="003A1FBB" w:rsidRPr="00FD2D7B">
        <w:rPr>
          <w:rStyle w:val="Anleitung"/>
          <w:sz w:val="20"/>
          <w:szCs w:val="20"/>
        </w:rPr>
        <w:t>/</w:t>
      </w:r>
      <w:r w:rsidR="00347B73" w:rsidRPr="00FD2D7B">
        <w:rPr>
          <w:rStyle w:val="Anleitung"/>
          <w:sz w:val="20"/>
          <w:szCs w:val="20"/>
        </w:rPr>
        <w:t xml:space="preserve"> </w:t>
      </w:r>
      <w:r w:rsidR="003A1FBB" w:rsidRPr="00FD2D7B">
        <w:rPr>
          <w:rStyle w:val="Anleitung"/>
          <w:sz w:val="20"/>
          <w:szCs w:val="20"/>
        </w:rPr>
        <w:t>Symbol Schattierung</w:t>
      </w:r>
      <w:r w:rsidR="00FD2D7B" w:rsidRPr="00FD2D7B">
        <w:rPr>
          <w:rStyle w:val="Anleitung"/>
          <w:sz w:val="20"/>
          <w:szCs w:val="20"/>
        </w:rPr>
        <w:t>)</w:t>
      </w:r>
    </w:p>
    <w:p w14:paraId="185206C0" w14:textId="77777777" w:rsidR="00FD2D7B" w:rsidRDefault="00FD2D7B" w:rsidP="005F7ADC"/>
    <w:p w14:paraId="22393D76" w14:textId="66FD23C4" w:rsidR="00E664DB" w:rsidRPr="005F7ADC" w:rsidRDefault="0089482A" w:rsidP="00125643">
      <w:pPr>
        <w:pStyle w:val="berschrift1"/>
      </w:pPr>
      <w:r w:rsidRPr="005F7ADC">
        <w:t>Verwende</w:t>
      </w:r>
      <w:r w:rsidR="00FD2D7B">
        <w:t>n Sie</w:t>
      </w:r>
      <w:r w:rsidRPr="005F7ADC">
        <w:t xml:space="preserve"> für diese Zeile </w:t>
      </w:r>
      <w:r w:rsidR="003A1FBB" w:rsidRPr="005F7ADC">
        <w:t>die Formatvorlage Überschrift 1</w:t>
      </w:r>
      <w:r w:rsidR="002E60BA" w:rsidRPr="005F7ADC">
        <w:t>.</w:t>
      </w:r>
      <w:r w:rsidR="003A1FBB" w:rsidRPr="005F7ADC">
        <w:t xml:space="preserve"> </w:t>
      </w:r>
    </w:p>
    <w:p w14:paraId="08F789EC" w14:textId="76C786B4" w:rsidR="003A1FBB" w:rsidRPr="00FD2D7B" w:rsidRDefault="00FD2D7B" w:rsidP="003A1FBB">
      <w:pPr>
        <w:spacing w:after="60"/>
        <w:rPr>
          <w:rStyle w:val="Anleitung"/>
          <w:sz w:val="20"/>
          <w:szCs w:val="20"/>
        </w:rPr>
      </w:pPr>
      <w:r>
        <w:rPr>
          <w:rStyle w:val="Anleitung"/>
          <w:sz w:val="20"/>
          <w:szCs w:val="20"/>
        </w:rPr>
        <w:t>(</w:t>
      </w:r>
      <w:r w:rsidR="006E54BA" w:rsidRPr="00FD2D7B">
        <w:rPr>
          <w:rStyle w:val="Anleitung"/>
          <w:sz w:val="20"/>
          <w:szCs w:val="20"/>
        </w:rPr>
        <w:t>Registerkarte Start</w:t>
      </w:r>
      <w:r w:rsidR="00347B73" w:rsidRPr="00FD2D7B">
        <w:rPr>
          <w:rStyle w:val="Anleitung"/>
          <w:sz w:val="20"/>
          <w:szCs w:val="20"/>
        </w:rPr>
        <w:t xml:space="preserve"> </w:t>
      </w:r>
      <w:r w:rsidR="003A1FBB" w:rsidRPr="00FD2D7B">
        <w:rPr>
          <w:rStyle w:val="Anleitung"/>
          <w:sz w:val="20"/>
          <w:szCs w:val="20"/>
        </w:rPr>
        <w:t>/</w:t>
      </w:r>
      <w:r w:rsidR="00347B73" w:rsidRPr="00FD2D7B">
        <w:rPr>
          <w:rStyle w:val="Anleitung"/>
          <w:sz w:val="20"/>
          <w:szCs w:val="20"/>
        </w:rPr>
        <w:t xml:space="preserve"> </w:t>
      </w:r>
      <w:r w:rsidR="003A1FBB" w:rsidRPr="00FD2D7B">
        <w:rPr>
          <w:rStyle w:val="Anleitung"/>
          <w:sz w:val="20"/>
          <w:szCs w:val="20"/>
        </w:rPr>
        <w:t>Gruppe Formatvorlagen</w:t>
      </w:r>
      <w:r w:rsidR="00347B73" w:rsidRPr="00FD2D7B">
        <w:rPr>
          <w:rStyle w:val="Anleitung"/>
          <w:sz w:val="20"/>
          <w:szCs w:val="20"/>
        </w:rPr>
        <w:t xml:space="preserve"> </w:t>
      </w:r>
      <w:r w:rsidR="003A1FBB" w:rsidRPr="00FD2D7B">
        <w:rPr>
          <w:rStyle w:val="Anleitung"/>
          <w:sz w:val="20"/>
          <w:szCs w:val="20"/>
        </w:rPr>
        <w:t>/</w:t>
      </w:r>
      <w:r w:rsidR="00347B73" w:rsidRPr="00FD2D7B">
        <w:rPr>
          <w:rStyle w:val="Anleitung"/>
          <w:sz w:val="20"/>
          <w:szCs w:val="20"/>
        </w:rPr>
        <w:t xml:space="preserve"> </w:t>
      </w:r>
      <w:r w:rsidR="003A1FBB" w:rsidRPr="00FD2D7B">
        <w:rPr>
          <w:rStyle w:val="Anleitung"/>
          <w:sz w:val="20"/>
          <w:szCs w:val="20"/>
        </w:rPr>
        <w:t>Symbol Überschrift 1</w:t>
      </w:r>
      <w:r>
        <w:rPr>
          <w:rStyle w:val="Anleitung"/>
          <w:sz w:val="20"/>
          <w:szCs w:val="20"/>
        </w:rPr>
        <w:t>)</w:t>
      </w:r>
    </w:p>
    <w:p w14:paraId="1B72E31A" w14:textId="08D28C58" w:rsidR="00D36A09" w:rsidRPr="00FD2D7B" w:rsidRDefault="0089482A" w:rsidP="00586401">
      <w:pPr>
        <w:spacing w:before="240" w:after="60"/>
        <w:rPr>
          <w:rStyle w:val="Anleitung"/>
          <w:i w:val="0"/>
          <w:iCs w:val="0"/>
          <w:sz w:val="20"/>
          <w:szCs w:val="20"/>
        </w:rPr>
      </w:pPr>
      <w:r w:rsidRPr="005F7ADC">
        <w:t>Verwende</w:t>
      </w:r>
      <w:r w:rsidR="00FD2D7B">
        <w:t>n Sie</w:t>
      </w:r>
      <w:r w:rsidRPr="005F7ADC">
        <w:t xml:space="preserve"> für diese Zeile die Formatvorlage Überschrift 2.</w:t>
      </w:r>
      <w:r w:rsidR="00D1649A" w:rsidRPr="005F7ADC">
        <w:t xml:space="preserve"> </w:t>
      </w:r>
      <w:r w:rsidR="00586401" w:rsidRPr="005F7ADC">
        <w:br/>
      </w:r>
      <w:r w:rsidR="00FD2D7B">
        <w:rPr>
          <w:rStyle w:val="Anleitung"/>
          <w:sz w:val="20"/>
          <w:szCs w:val="20"/>
        </w:rPr>
        <w:t>(</w:t>
      </w:r>
      <w:r w:rsidR="00347B73" w:rsidRPr="00FD2D7B">
        <w:rPr>
          <w:rStyle w:val="Anleitung"/>
          <w:sz w:val="20"/>
          <w:szCs w:val="20"/>
        </w:rPr>
        <w:t>Registerkarte</w:t>
      </w:r>
      <w:r w:rsidR="00D1649A" w:rsidRPr="00FD2D7B">
        <w:rPr>
          <w:rStyle w:val="Anleitung"/>
          <w:sz w:val="20"/>
          <w:szCs w:val="20"/>
        </w:rPr>
        <w:t xml:space="preserve"> Start</w:t>
      </w:r>
      <w:r w:rsidR="00347B73" w:rsidRPr="00FD2D7B">
        <w:rPr>
          <w:rStyle w:val="Anleitung"/>
          <w:sz w:val="20"/>
          <w:szCs w:val="20"/>
        </w:rPr>
        <w:t xml:space="preserve"> </w:t>
      </w:r>
      <w:r w:rsidR="00D1649A" w:rsidRPr="00FD2D7B">
        <w:rPr>
          <w:rStyle w:val="Anleitung"/>
          <w:sz w:val="20"/>
          <w:szCs w:val="20"/>
        </w:rPr>
        <w:t>/</w:t>
      </w:r>
      <w:r w:rsidR="00347B73" w:rsidRPr="00FD2D7B">
        <w:rPr>
          <w:rStyle w:val="Anleitung"/>
          <w:sz w:val="20"/>
          <w:szCs w:val="20"/>
        </w:rPr>
        <w:t xml:space="preserve"> </w:t>
      </w:r>
      <w:r w:rsidR="00D1649A" w:rsidRPr="00FD2D7B">
        <w:rPr>
          <w:rStyle w:val="Anleitung"/>
          <w:sz w:val="20"/>
          <w:szCs w:val="20"/>
        </w:rPr>
        <w:t>Gruppe Formatvorlagen</w:t>
      </w:r>
      <w:r w:rsidR="00347B73" w:rsidRPr="00FD2D7B">
        <w:rPr>
          <w:rStyle w:val="Anleitung"/>
          <w:sz w:val="20"/>
          <w:szCs w:val="20"/>
        </w:rPr>
        <w:t xml:space="preserve"> </w:t>
      </w:r>
      <w:r w:rsidR="00D1649A" w:rsidRPr="00FD2D7B">
        <w:rPr>
          <w:rStyle w:val="Anleitung"/>
          <w:sz w:val="20"/>
          <w:szCs w:val="20"/>
        </w:rPr>
        <w:t>/</w:t>
      </w:r>
      <w:r w:rsidR="00347B73" w:rsidRPr="00FD2D7B">
        <w:rPr>
          <w:rStyle w:val="Anleitung"/>
          <w:sz w:val="20"/>
          <w:szCs w:val="20"/>
        </w:rPr>
        <w:t xml:space="preserve"> </w:t>
      </w:r>
      <w:r w:rsidR="002E60BA" w:rsidRPr="00FD2D7B">
        <w:rPr>
          <w:rStyle w:val="Anleitung"/>
          <w:sz w:val="20"/>
          <w:szCs w:val="20"/>
        </w:rPr>
        <w:t>Symbol Überschrift 2</w:t>
      </w:r>
      <w:r w:rsidR="00FD2D7B">
        <w:rPr>
          <w:rStyle w:val="Anleitung"/>
          <w:sz w:val="20"/>
          <w:szCs w:val="20"/>
        </w:rPr>
        <w:t>)</w:t>
      </w:r>
    </w:p>
    <w:p w14:paraId="217F110C" w14:textId="654EA279" w:rsidR="00D36A09" w:rsidRDefault="00C97378" w:rsidP="00586401">
      <w:pPr>
        <w:spacing w:before="240" w:after="60"/>
        <w:rPr>
          <w:rStyle w:val="Anleitung"/>
          <w:sz w:val="20"/>
          <w:szCs w:val="20"/>
        </w:rPr>
      </w:pPr>
      <w:r w:rsidRPr="005F7ADC">
        <w:t>Änder</w:t>
      </w:r>
      <w:r w:rsidR="00FD2D7B">
        <w:t>n Sie</w:t>
      </w:r>
      <w:r w:rsidR="00D36A09" w:rsidRPr="005F7ADC">
        <w:t xml:space="preserve"> das Format des </w:t>
      </w:r>
      <w:r w:rsidRPr="005F7ADC">
        <w:t>folgenden</w:t>
      </w:r>
      <w:r w:rsidR="00D36A09" w:rsidRPr="005F7ADC">
        <w:t xml:space="preserve"> Textes</w:t>
      </w:r>
      <w:r w:rsidRPr="005F7ADC">
        <w:t xml:space="preserve"> auf Standard</w:t>
      </w:r>
      <w:r w:rsidR="00D36A09" w:rsidRPr="005F7ADC">
        <w:t xml:space="preserve">: </w:t>
      </w:r>
      <w:r w:rsidR="00586401" w:rsidRPr="005F7ADC">
        <w:br/>
      </w:r>
      <w:r w:rsidR="00FD2D7B">
        <w:rPr>
          <w:rStyle w:val="Anleitung"/>
          <w:sz w:val="20"/>
          <w:szCs w:val="20"/>
        </w:rPr>
        <w:t>(</w:t>
      </w:r>
      <w:r w:rsidR="00D36A09" w:rsidRPr="00FD2D7B">
        <w:rPr>
          <w:rStyle w:val="Anleitung"/>
          <w:sz w:val="20"/>
          <w:szCs w:val="20"/>
        </w:rPr>
        <w:t xml:space="preserve">Registerkarte Start / Gruppe Formatvorlagen / </w:t>
      </w:r>
      <w:r w:rsidR="009F56EF" w:rsidRPr="00FD2D7B">
        <w:rPr>
          <w:rStyle w:val="Anleitung"/>
          <w:sz w:val="20"/>
          <w:szCs w:val="20"/>
        </w:rPr>
        <w:t>Formatvorlage Standard</w:t>
      </w:r>
      <w:r w:rsidR="00FD2D7B">
        <w:rPr>
          <w:rStyle w:val="Anleitung"/>
          <w:sz w:val="20"/>
          <w:szCs w:val="20"/>
        </w:rPr>
        <w:t>)</w:t>
      </w:r>
    </w:p>
    <w:p w14:paraId="14BBD965" w14:textId="77777777" w:rsidR="00FD2D7B" w:rsidRPr="00FD2D7B" w:rsidRDefault="00FD2D7B" w:rsidP="00FD2D7B">
      <w:pPr>
        <w:rPr>
          <w:rStyle w:val="Anleitung"/>
          <w:sz w:val="20"/>
          <w:szCs w:val="20"/>
        </w:rPr>
      </w:pPr>
    </w:p>
    <w:p w14:paraId="22BDC078" w14:textId="77777777" w:rsidR="00D36A09" w:rsidRDefault="00D36A09" w:rsidP="00D36A09">
      <w:pPr>
        <w:pStyle w:val="Titel"/>
      </w:pPr>
      <w:r>
        <w:t>Dieser Text wurde mit der Formatvorlage Titel bearbeitet.</w:t>
      </w:r>
    </w:p>
    <w:p w14:paraId="0AA76D4A" w14:textId="77777777" w:rsidR="00FD2D7B" w:rsidRDefault="00FD2D7B">
      <w:pPr>
        <w:spacing w:after="60"/>
        <w:jc w:val="both"/>
      </w:pPr>
    </w:p>
    <w:p w14:paraId="648D7D87" w14:textId="5F206BFE" w:rsidR="0089482A" w:rsidRPr="00FD2D7B" w:rsidRDefault="0089482A">
      <w:pPr>
        <w:spacing w:after="60"/>
        <w:jc w:val="both"/>
        <w:rPr>
          <w:rFonts w:ascii="Arial" w:hAnsi="Arial" w:cs="Arial"/>
          <w:sz w:val="20"/>
          <w:szCs w:val="20"/>
        </w:rPr>
      </w:pPr>
      <w:r w:rsidRPr="00FD2D7B">
        <w:rPr>
          <w:rStyle w:val="Fett"/>
          <w:b w:val="0"/>
          <w:bCs w:val="0"/>
          <w:color w:val="215868" w:themeColor="accent5" w:themeShade="80"/>
        </w:rPr>
        <w:t>Füge</w:t>
      </w:r>
      <w:r w:rsidR="00FD2D7B" w:rsidRPr="00FD2D7B">
        <w:rPr>
          <w:rStyle w:val="Fett"/>
          <w:b w:val="0"/>
          <w:bCs w:val="0"/>
          <w:color w:val="215868" w:themeColor="accent5" w:themeShade="80"/>
        </w:rPr>
        <w:t>n Sie</w:t>
      </w:r>
      <w:r w:rsidRPr="00FD2D7B">
        <w:rPr>
          <w:rStyle w:val="Fett"/>
          <w:b w:val="0"/>
          <w:bCs w:val="0"/>
          <w:color w:val="215868" w:themeColor="accent5" w:themeShade="80"/>
        </w:rPr>
        <w:t xml:space="preserve"> nach diesem Satz </w:t>
      </w:r>
      <w:r w:rsidRPr="00FD2D7B">
        <w:rPr>
          <w:rStyle w:val="Fett"/>
          <w:color w:val="215868" w:themeColor="accent5" w:themeShade="80"/>
        </w:rPr>
        <w:t>zwei Leerzeilen</w:t>
      </w:r>
      <w:r w:rsidRPr="00FD2D7B">
        <w:rPr>
          <w:rStyle w:val="Fett"/>
          <w:b w:val="0"/>
          <w:bCs w:val="0"/>
          <w:color w:val="215868" w:themeColor="accent5" w:themeShade="80"/>
        </w:rPr>
        <w:t xml:space="preserve"> ein.</w:t>
      </w:r>
      <w:r>
        <w:rPr>
          <w:rFonts w:ascii="Arial" w:hAnsi="Arial" w:cs="Arial"/>
        </w:rPr>
        <w:t xml:space="preserve"> </w:t>
      </w:r>
      <w:r w:rsidRPr="00FD2D7B">
        <w:rPr>
          <w:rStyle w:val="Anleitung"/>
          <w:sz w:val="20"/>
          <w:szCs w:val="20"/>
        </w:rPr>
        <w:t>(zweimal Eingabetaste)</w:t>
      </w:r>
    </w:p>
    <w:p w14:paraId="23159E41" w14:textId="0475AA24" w:rsidR="0089482A" w:rsidRPr="00FD2D7B" w:rsidRDefault="00C97378">
      <w:pPr>
        <w:spacing w:after="60"/>
        <w:rPr>
          <w:rStyle w:val="Anleitung"/>
          <w:sz w:val="20"/>
          <w:szCs w:val="20"/>
        </w:rPr>
      </w:pPr>
      <w:r w:rsidRPr="00FD2D7B">
        <w:rPr>
          <w:rStyle w:val="Fett"/>
          <w:b w:val="0"/>
          <w:bCs w:val="0"/>
          <w:color w:val="215868" w:themeColor="accent5" w:themeShade="80"/>
        </w:rPr>
        <w:t>Füge</w:t>
      </w:r>
      <w:r w:rsidR="00FD2D7B" w:rsidRPr="00FD2D7B">
        <w:rPr>
          <w:rStyle w:val="Fett"/>
          <w:b w:val="0"/>
          <w:bCs w:val="0"/>
          <w:color w:val="215868" w:themeColor="accent5" w:themeShade="80"/>
        </w:rPr>
        <w:t>n Sie</w:t>
      </w:r>
      <w:r w:rsidR="0089482A" w:rsidRPr="00FD2D7B">
        <w:rPr>
          <w:rStyle w:val="Fett"/>
          <w:b w:val="0"/>
          <w:bCs w:val="0"/>
          <w:color w:val="215868" w:themeColor="accent5" w:themeShade="80"/>
        </w:rPr>
        <w:t xml:space="preserve"> einen </w:t>
      </w:r>
      <w:r w:rsidR="0089482A" w:rsidRPr="00FD2D7B">
        <w:rPr>
          <w:rStyle w:val="Fett"/>
          <w:color w:val="215868" w:themeColor="accent5" w:themeShade="80"/>
        </w:rPr>
        <w:t>Seitenumbruch</w:t>
      </w:r>
      <w:r w:rsidR="0089482A" w:rsidRPr="00FD2D7B">
        <w:rPr>
          <w:rStyle w:val="Fett"/>
          <w:b w:val="0"/>
          <w:bCs w:val="0"/>
          <w:color w:val="215868" w:themeColor="accent5" w:themeShade="80"/>
        </w:rPr>
        <w:t xml:space="preserve"> nach diesem Absatz</w:t>
      </w:r>
      <w:r w:rsidR="009C05D9" w:rsidRPr="00FD2D7B">
        <w:rPr>
          <w:rStyle w:val="Fett"/>
          <w:b w:val="0"/>
          <w:bCs w:val="0"/>
          <w:color w:val="215868" w:themeColor="accent5" w:themeShade="80"/>
        </w:rPr>
        <w:t xml:space="preserve"> </w:t>
      </w:r>
      <w:r w:rsidRPr="00FD2D7B">
        <w:rPr>
          <w:rStyle w:val="Fett"/>
          <w:b w:val="0"/>
          <w:bCs w:val="0"/>
          <w:color w:val="215868" w:themeColor="accent5" w:themeShade="80"/>
        </w:rPr>
        <w:t>ein</w:t>
      </w:r>
      <w:r w:rsidR="0089482A" w:rsidRPr="00FD2D7B">
        <w:rPr>
          <w:rStyle w:val="Fett"/>
          <w:b w:val="0"/>
          <w:bCs w:val="0"/>
          <w:color w:val="215868" w:themeColor="accent5" w:themeShade="80"/>
        </w:rPr>
        <w:t>.</w:t>
      </w:r>
      <w:r w:rsidR="0089482A">
        <w:rPr>
          <w:rFonts w:ascii="Arial" w:hAnsi="Arial" w:cs="Arial"/>
        </w:rPr>
        <w:t xml:space="preserve"> </w:t>
      </w:r>
      <w:r w:rsidR="00586401">
        <w:rPr>
          <w:rFonts w:ascii="Arial" w:hAnsi="Arial" w:cs="Arial"/>
        </w:rPr>
        <w:br/>
      </w:r>
      <w:r w:rsidR="00FD2D7B">
        <w:rPr>
          <w:rStyle w:val="Anleitung"/>
          <w:sz w:val="20"/>
          <w:szCs w:val="20"/>
        </w:rPr>
        <w:t>(</w:t>
      </w:r>
      <w:r w:rsidRPr="00FD2D7B">
        <w:rPr>
          <w:rStyle w:val="Anleitung"/>
          <w:sz w:val="20"/>
          <w:szCs w:val="20"/>
        </w:rPr>
        <w:t>Registerkarte Einfügen</w:t>
      </w:r>
      <w:r w:rsidR="00347B73" w:rsidRPr="00FD2D7B">
        <w:rPr>
          <w:rStyle w:val="Anleitung"/>
          <w:sz w:val="20"/>
          <w:szCs w:val="20"/>
        </w:rPr>
        <w:t xml:space="preserve"> </w:t>
      </w:r>
      <w:r w:rsidR="008B5D55" w:rsidRPr="00FD2D7B">
        <w:rPr>
          <w:rStyle w:val="Anleitung"/>
          <w:sz w:val="20"/>
          <w:szCs w:val="20"/>
        </w:rPr>
        <w:t>/</w:t>
      </w:r>
      <w:r w:rsidR="00347B73" w:rsidRPr="00FD2D7B">
        <w:rPr>
          <w:rStyle w:val="Anleitung"/>
          <w:sz w:val="20"/>
          <w:szCs w:val="20"/>
        </w:rPr>
        <w:t xml:space="preserve"> </w:t>
      </w:r>
      <w:r w:rsidR="008B5D55" w:rsidRPr="00FD2D7B">
        <w:rPr>
          <w:rStyle w:val="Anleitung"/>
          <w:sz w:val="20"/>
          <w:szCs w:val="20"/>
        </w:rPr>
        <w:t>Gruppe Seiten</w:t>
      </w:r>
      <w:r w:rsidR="00347B73" w:rsidRPr="00FD2D7B">
        <w:rPr>
          <w:rStyle w:val="Anleitung"/>
          <w:sz w:val="20"/>
          <w:szCs w:val="20"/>
        </w:rPr>
        <w:t xml:space="preserve"> / </w:t>
      </w:r>
      <w:r w:rsidR="008B5D55" w:rsidRPr="00FD2D7B">
        <w:rPr>
          <w:rStyle w:val="Anleitung"/>
          <w:sz w:val="20"/>
          <w:szCs w:val="20"/>
        </w:rPr>
        <w:t>S</w:t>
      </w:r>
      <w:r w:rsidR="0089482A" w:rsidRPr="00FD2D7B">
        <w:rPr>
          <w:rStyle w:val="Anleitung"/>
          <w:sz w:val="20"/>
          <w:szCs w:val="20"/>
        </w:rPr>
        <w:t>eiten</w:t>
      </w:r>
      <w:r w:rsidR="00DD68F1" w:rsidRPr="00FD2D7B">
        <w:rPr>
          <w:rStyle w:val="Anleitung"/>
          <w:sz w:val="20"/>
          <w:szCs w:val="20"/>
        </w:rPr>
        <w:t>umbruch</w:t>
      </w:r>
      <w:r w:rsidR="00C452D7" w:rsidRPr="00FD2D7B">
        <w:rPr>
          <w:rStyle w:val="Anleitung"/>
          <w:sz w:val="20"/>
          <w:szCs w:val="20"/>
        </w:rPr>
        <w:t xml:space="preserve"> oder</w:t>
      </w:r>
      <w:r w:rsidR="00586401" w:rsidRPr="00FD2D7B">
        <w:rPr>
          <w:rStyle w:val="Anleitung"/>
          <w:sz w:val="20"/>
          <w:szCs w:val="20"/>
        </w:rPr>
        <w:t>:</w:t>
      </w:r>
      <w:r w:rsidR="00C452D7" w:rsidRPr="00FD2D7B">
        <w:rPr>
          <w:rStyle w:val="Anleitung"/>
          <w:sz w:val="20"/>
          <w:szCs w:val="20"/>
        </w:rPr>
        <w:t xml:space="preserve"> </w:t>
      </w:r>
      <w:r w:rsidR="00347B73" w:rsidRPr="00FD2D7B">
        <w:rPr>
          <w:rStyle w:val="Anleitung"/>
          <w:sz w:val="20"/>
          <w:szCs w:val="20"/>
        </w:rPr>
        <w:t xml:space="preserve">Registerkarte </w:t>
      </w:r>
      <w:r w:rsidR="00C452D7" w:rsidRPr="00FD2D7B">
        <w:rPr>
          <w:rStyle w:val="Anleitung"/>
          <w:sz w:val="20"/>
          <w:szCs w:val="20"/>
        </w:rPr>
        <w:t>Seitenlayout</w:t>
      </w:r>
      <w:r w:rsidR="00347B73" w:rsidRPr="00FD2D7B">
        <w:rPr>
          <w:rStyle w:val="Anleitung"/>
          <w:sz w:val="20"/>
          <w:szCs w:val="20"/>
        </w:rPr>
        <w:t xml:space="preserve"> </w:t>
      </w:r>
      <w:r w:rsidR="00C452D7" w:rsidRPr="00FD2D7B">
        <w:rPr>
          <w:rStyle w:val="Anleitung"/>
          <w:sz w:val="20"/>
          <w:szCs w:val="20"/>
        </w:rPr>
        <w:t>/</w:t>
      </w:r>
      <w:r w:rsidR="00347B73" w:rsidRPr="00FD2D7B">
        <w:rPr>
          <w:rStyle w:val="Anleitung"/>
          <w:sz w:val="20"/>
          <w:szCs w:val="20"/>
        </w:rPr>
        <w:t xml:space="preserve"> </w:t>
      </w:r>
      <w:r w:rsidR="00C452D7" w:rsidRPr="00FD2D7B">
        <w:rPr>
          <w:rStyle w:val="Anleitung"/>
          <w:sz w:val="20"/>
          <w:szCs w:val="20"/>
        </w:rPr>
        <w:t>Gruppe Seite</w:t>
      </w:r>
      <w:r w:rsidR="00C452D7" w:rsidRPr="00586401">
        <w:rPr>
          <w:rStyle w:val="Anleitung"/>
        </w:rPr>
        <w:t xml:space="preserve"> einrichten</w:t>
      </w:r>
      <w:r w:rsidR="00347B73" w:rsidRPr="00586401">
        <w:rPr>
          <w:rStyle w:val="Anleitung"/>
        </w:rPr>
        <w:t xml:space="preserve"> </w:t>
      </w:r>
      <w:r w:rsidR="00C452D7" w:rsidRPr="00586401">
        <w:rPr>
          <w:rStyle w:val="Anleitung"/>
        </w:rPr>
        <w:t>/</w:t>
      </w:r>
      <w:r w:rsidR="00347B73" w:rsidRPr="00586401">
        <w:rPr>
          <w:rStyle w:val="Anleitung"/>
        </w:rPr>
        <w:t xml:space="preserve"> </w:t>
      </w:r>
      <w:r w:rsidR="00C452D7" w:rsidRPr="00FD2D7B">
        <w:rPr>
          <w:rStyle w:val="Anleitung"/>
          <w:sz w:val="20"/>
          <w:szCs w:val="20"/>
        </w:rPr>
        <w:t>Umbrüche</w:t>
      </w:r>
      <w:r w:rsidR="00347B73" w:rsidRPr="00FD2D7B">
        <w:rPr>
          <w:rStyle w:val="Anleitung"/>
          <w:sz w:val="20"/>
          <w:szCs w:val="20"/>
        </w:rPr>
        <w:t xml:space="preserve"> bzw. Tastenkombination </w:t>
      </w:r>
      <w:proofErr w:type="spellStart"/>
      <w:r w:rsidR="00347B73" w:rsidRPr="00FD2D7B">
        <w:rPr>
          <w:rStyle w:val="Anleitung"/>
          <w:sz w:val="20"/>
          <w:szCs w:val="20"/>
        </w:rPr>
        <w:t>STRG+Eingabetaste</w:t>
      </w:r>
      <w:proofErr w:type="spellEnd"/>
      <w:r w:rsidR="00FD2D7B" w:rsidRPr="00FD2D7B">
        <w:rPr>
          <w:rStyle w:val="Anleitung"/>
          <w:sz w:val="20"/>
          <w:szCs w:val="20"/>
        </w:rPr>
        <w:t>)</w:t>
      </w:r>
    </w:p>
    <w:p w14:paraId="417210B4" w14:textId="77777777" w:rsidR="00FD2D7B" w:rsidRDefault="00FD2D7B" w:rsidP="00FD2D7B">
      <w:pPr>
        <w:spacing w:after="60"/>
        <w:jc w:val="both"/>
        <w:rPr>
          <w:rStyle w:val="Fett"/>
          <w:b w:val="0"/>
          <w:bCs w:val="0"/>
          <w:color w:val="215868" w:themeColor="accent5" w:themeShade="80"/>
        </w:rPr>
      </w:pPr>
    </w:p>
    <w:p w14:paraId="0F64E0E8" w14:textId="6EB90BA6" w:rsidR="0089482A" w:rsidRPr="00FD2D7B" w:rsidRDefault="0089482A" w:rsidP="00FD2D7B">
      <w:pPr>
        <w:spacing w:after="120"/>
        <w:rPr>
          <w:rStyle w:val="Fett"/>
          <w:b w:val="0"/>
          <w:bCs w:val="0"/>
          <w:color w:val="215868" w:themeColor="accent5" w:themeShade="80"/>
        </w:rPr>
      </w:pPr>
      <w:r w:rsidRPr="00E07711">
        <w:rPr>
          <w:i/>
          <w:color w:val="006C31"/>
        </w:rPr>
        <w:t>Formatiere</w:t>
      </w:r>
      <w:r w:rsidR="00FD2D7B" w:rsidRPr="00E07711">
        <w:rPr>
          <w:i/>
          <w:color w:val="006C31"/>
        </w:rPr>
        <w:t>n Sie</w:t>
      </w:r>
      <w:r w:rsidRPr="00E07711">
        <w:rPr>
          <w:i/>
          <w:color w:val="006C31"/>
        </w:rPr>
        <w:t xml:space="preserve"> die folgenden beiden Absätze mit </w:t>
      </w:r>
      <w:r w:rsidRPr="00E07711">
        <w:rPr>
          <w:b/>
          <w:bCs/>
          <w:i/>
          <w:color w:val="006C31"/>
        </w:rPr>
        <w:t>einem linken Einzug von 2 cm</w:t>
      </w:r>
      <w:r w:rsidRPr="00E07711">
        <w:rPr>
          <w:i/>
          <w:color w:val="006C31"/>
        </w:rPr>
        <w:t xml:space="preserve"> und</w:t>
      </w:r>
      <w:r w:rsidRPr="00FD2D7B">
        <w:rPr>
          <w:rStyle w:val="Fett"/>
          <w:b w:val="0"/>
          <w:bCs w:val="0"/>
          <w:color w:val="215868" w:themeColor="accent5" w:themeShade="80"/>
        </w:rPr>
        <w:t xml:space="preserve"> </w:t>
      </w:r>
      <w:r w:rsidR="00FD2D7B">
        <w:rPr>
          <w:rStyle w:val="Fett"/>
          <w:b w:val="0"/>
          <w:bCs w:val="0"/>
          <w:color w:val="215868" w:themeColor="accent5" w:themeShade="80"/>
        </w:rPr>
        <w:t>mit</w:t>
      </w:r>
      <w:r w:rsidRPr="00FD2D7B">
        <w:rPr>
          <w:rStyle w:val="Fett"/>
          <w:b w:val="0"/>
          <w:bCs w:val="0"/>
          <w:color w:val="215868" w:themeColor="accent5" w:themeShade="80"/>
        </w:rPr>
        <w:t xml:space="preserve"> eine</w:t>
      </w:r>
      <w:r w:rsidR="00FD2D7B">
        <w:rPr>
          <w:rStyle w:val="Fett"/>
          <w:b w:val="0"/>
          <w:bCs w:val="0"/>
          <w:color w:val="215868" w:themeColor="accent5" w:themeShade="80"/>
        </w:rPr>
        <w:t>m</w:t>
      </w:r>
      <w:r w:rsidRPr="00FD2D7B">
        <w:rPr>
          <w:rStyle w:val="Fett"/>
          <w:b w:val="0"/>
          <w:bCs w:val="0"/>
          <w:color w:val="215868" w:themeColor="accent5" w:themeShade="80"/>
        </w:rPr>
        <w:t xml:space="preserve"> Rahmen herum:</w:t>
      </w:r>
    </w:p>
    <w:p w14:paraId="39FE989C" w14:textId="5A4DEA18" w:rsidR="0089482A" w:rsidRPr="005F7ADC" w:rsidRDefault="0089482A" w:rsidP="003E2E85">
      <w:pPr>
        <w:pStyle w:val="Textkrper"/>
        <w:spacing w:after="60"/>
        <w:jc w:val="both"/>
        <w:rPr>
          <w:iCs w:val="0"/>
          <w:color w:val="006C31"/>
          <w:sz w:val="24"/>
        </w:rPr>
      </w:pPr>
      <w:r w:rsidRPr="005F7ADC">
        <w:rPr>
          <w:iCs w:val="0"/>
          <w:color w:val="006C31"/>
          <w:sz w:val="24"/>
        </w:rPr>
        <w:t xml:space="preserve">Unsere Projekttage führen uns heuer in den Nationalpark Hohe Tauern in das Obersulzbachtal. Wir fahren mit dem Zug von Golling nach Zell am See und weiter nach Neukirchen am Großvenediger. Von der Bahnstation aus wird unser Gepäck mit dem </w:t>
      </w:r>
      <w:proofErr w:type="gramStart"/>
      <w:r w:rsidRPr="005F7ADC">
        <w:rPr>
          <w:iCs w:val="0"/>
          <w:color w:val="006C31"/>
          <w:sz w:val="24"/>
        </w:rPr>
        <w:t>Tälertaxi  auf</w:t>
      </w:r>
      <w:proofErr w:type="gramEnd"/>
      <w:r w:rsidRPr="005F7ADC">
        <w:rPr>
          <w:iCs w:val="0"/>
          <w:color w:val="006C31"/>
          <w:sz w:val="24"/>
        </w:rPr>
        <w:t xml:space="preserve"> die Hofrat Keller Hütte gebracht. Wir wandern zu Fuß zu unserem Quartier im Nationalpark Hohe Tauern.</w:t>
      </w:r>
    </w:p>
    <w:p w14:paraId="5886EB6F" w14:textId="77777777" w:rsidR="00FD2D7B" w:rsidRDefault="00FD2D7B" w:rsidP="00FD2D7B">
      <w:pPr>
        <w:spacing w:after="60"/>
        <w:jc w:val="both"/>
        <w:rPr>
          <w:rStyle w:val="Fett"/>
          <w:b w:val="0"/>
          <w:bCs w:val="0"/>
          <w:color w:val="215868" w:themeColor="accent5" w:themeShade="80"/>
        </w:rPr>
      </w:pPr>
    </w:p>
    <w:p w14:paraId="7731719C" w14:textId="673ADEEC" w:rsidR="0089482A" w:rsidRPr="00FD2D7B" w:rsidRDefault="00352D93" w:rsidP="00FD2D7B">
      <w:pPr>
        <w:spacing w:after="60"/>
        <w:jc w:val="both"/>
        <w:rPr>
          <w:rStyle w:val="Fett"/>
          <w:b w:val="0"/>
          <w:bCs w:val="0"/>
          <w:color w:val="215868" w:themeColor="accent5" w:themeShade="80"/>
        </w:rPr>
      </w:pPr>
      <w:r w:rsidRPr="00FD2D7B">
        <w:rPr>
          <w:rStyle w:val="Fett"/>
          <w:b w:val="0"/>
          <w:bCs w:val="0"/>
          <w:color w:val="215868" w:themeColor="accent5" w:themeShade="80"/>
        </w:rPr>
        <w:t>Formatiere</w:t>
      </w:r>
      <w:r w:rsidR="00FD2D7B" w:rsidRPr="00FD2D7B">
        <w:rPr>
          <w:rStyle w:val="Fett"/>
          <w:b w:val="0"/>
          <w:bCs w:val="0"/>
          <w:color w:val="215868" w:themeColor="accent5" w:themeShade="80"/>
        </w:rPr>
        <w:t>n Sie</w:t>
      </w:r>
      <w:r w:rsidRPr="00FD2D7B">
        <w:rPr>
          <w:rStyle w:val="Fett"/>
          <w:b w:val="0"/>
          <w:bCs w:val="0"/>
          <w:color w:val="215868" w:themeColor="accent5" w:themeShade="80"/>
        </w:rPr>
        <w:t xml:space="preserve"> den Text oberhalb in</w:t>
      </w:r>
      <w:r w:rsidR="0089482A" w:rsidRPr="00FD2D7B">
        <w:rPr>
          <w:rStyle w:val="Fett"/>
          <w:b w:val="0"/>
          <w:bCs w:val="0"/>
          <w:color w:val="215868" w:themeColor="accent5" w:themeShade="80"/>
        </w:rPr>
        <w:t xml:space="preserve"> </w:t>
      </w:r>
      <w:r w:rsidR="0089482A" w:rsidRPr="00FD2D7B">
        <w:rPr>
          <w:rStyle w:val="Fett"/>
          <w:color w:val="215868" w:themeColor="accent5" w:themeShade="80"/>
        </w:rPr>
        <w:t>Blocksatz</w:t>
      </w:r>
      <w:r w:rsidR="0089482A" w:rsidRPr="00FD2D7B">
        <w:rPr>
          <w:rStyle w:val="Fett"/>
          <w:b w:val="0"/>
          <w:bCs w:val="0"/>
          <w:color w:val="215868" w:themeColor="accent5" w:themeShade="80"/>
        </w:rPr>
        <w:t>.</w:t>
      </w:r>
    </w:p>
    <w:p w14:paraId="0AE597A2" w14:textId="77777777" w:rsidR="00FD2D7B" w:rsidRDefault="00FD2D7B" w:rsidP="005F7ADC">
      <w:pPr>
        <w:pStyle w:val="Textkrper"/>
        <w:spacing w:before="240" w:after="60"/>
        <w:rPr>
          <w:i w:val="0"/>
          <w:sz w:val="24"/>
        </w:rPr>
      </w:pPr>
    </w:p>
    <w:p w14:paraId="37B0FBF9" w14:textId="77777777" w:rsidR="00FD2D7B" w:rsidRDefault="00FD2D7B" w:rsidP="005F7ADC">
      <w:pPr>
        <w:pStyle w:val="Textkrper"/>
        <w:spacing w:before="240" w:after="60"/>
        <w:rPr>
          <w:i w:val="0"/>
          <w:sz w:val="24"/>
        </w:rPr>
      </w:pPr>
    </w:p>
    <w:p w14:paraId="0A66E00E" w14:textId="4BCE2FA7" w:rsidR="00FD2D7B" w:rsidRDefault="00602BAC" w:rsidP="00FD2D7B">
      <w:pPr>
        <w:pStyle w:val="Textkrper"/>
        <w:spacing w:before="240" w:after="120"/>
        <w:rPr>
          <w:rStyle w:val="Fett"/>
          <w:b w:val="0"/>
          <w:bCs w:val="0"/>
          <w:i w:val="0"/>
          <w:iCs w:val="0"/>
          <w:color w:val="215868" w:themeColor="accent5" w:themeShade="80"/>
          <w:sz w:val="24"/>
        </w:rPr>
      </w:pPr>
      <w:r w:rsidRPr="00DA3F57">
        <w:rPr>
          <w:rFonts w:cstheme="minorHAnsi"/>
          <w:color w:val="000000" w:themeColor="text1"/>
          <w:sz w:val="36"/>
          <w:lang w:val="de-AT"/>
          <w14:glow w14:rad="1016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drawing>
          <wp:anchor distT="0" distB="0" distL="114300" distR="114300" simplePos="0" relativeHeight="251659264" behindDoc="0" locked="0" layoutInCell="1" allowOverlap="1" wp14:anchorId="6D8E448F" wp14:editId="1732EE11">
            <wp:simplePos x="0" y="0"/>
            <wp:positionH relativeFrom="column">
              <wp:posOffset>1805305</wp:posOffset>
            </wp:positionH>
            <wp:positionV relativeFrom="paragraph">
              <wp:posOffset>357505</wp:posOffset>
            </wp:positionV>
            <wp:extent cx="990600" cy="21082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extLst>
                        <a:ext uri="{28A0092B-C50C-407E-A947-70E740481C1C}">
                          <a14:useLocalDpi xmlns:a14="http://schemas.microsoft.com/office/drawing/2010/main" val="0"/>
                        </a:ext>
                      </a:extLst>
                    </a:blip>
                    <a:srcRect t="16110" b="1"/>
                    <a:stretch/>
                  </pic:blipFill>
                  <pic:spPr bwMode="auto">
                    <a:xfrm>
                      <a:off x="0" y="0"/>
                      <a:ext cx="990600" cy="2108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89482A" w:rsidRPr="00DA3F57">
        <w:rPr>
          <w:rFonts w:cstheme="minorHAnsi"/>
          <w:color w:val="000000" w:themeColor="text1"/>
          <w:sz w:val="36"/>
          <w:lang w:val="de-AT"/>
          <w14:glow w14:rad="1016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Übertrage</w:t>
      </w:r>
      <w:r w:rsidR="00FD2D7B" w:rsidRPr="00DA3F57">
        <w:rPr>
          <w:rFonts w:cstheme="minorHAnsi"/>
          <w:color w:val="000000" w:themeColor="text1"/>
          <w:sz w:val="36"/>
          <w:lang w:val="de-AT"/>
          <w14:glow w14:rad="1016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 S</w:t>
      </w:r>
      <w:r w:rsidR="00FD2D7B">
        <w:rPr>
          <w:rStyle w:val="Fett"/>
          <w:b w:val="0"/>
          <w:bCs w:val="0"/>
          <w:i w:val="0"/>
          <w:iCs w:val="0"/>
          <w:color w:val="215868" w:themeColor="accent5" w:themeShade="80"/>
          <w:sz w:val="24"/>
        </w:rPr>
        <w:t>ie</w:t>
      </w:r>
      <w:r w:rsidR="0089482A" w:rsidRPr="00FD2D7B">
        <w:rPr>
          <w:rStyle w:val="Fett"/>
          <w:b w:val="0"/>
          <w:bCs w:val="0"/>
          <w:i w:val="0"/>
          <w:iCs w:val="0"/>
          <w:color w:val="215868" w:themeColor="accent5" w:themeShade="80"/>
          <w:sz w:val="24"/>
        </w:rPr>
        <w:t xml:space="preserve"> das Format des </w:t>
      </w:r>
      <w:r w:rsidR="0089482A" w:rsidRPr="00FD2D7B">
        <w:rPr>
          <w:rStyle w:val="Fett"/>
          <w:i w:val="0"/>
          <w:iCs w:val="0"/>
          <w:color w:val="215868" w:themeColor="accent5" w:themeShade="80"/>
          <w:sz w:val="24"/>
        </w:rPr>
        <w:t>farbigen Wortes</w:t>
      </w:r>
      <w:r w:rsidR="0089482A" w:rsidRPr="00FD2D7B">
        <w:rPr>
          <w:rStyle w:val="Fett"/>
          <w:b w:val="0"/>
          <w:bCs w:val="0"/>
          <w:i w:val="0"/>
          <w:iCs w:val="0"/>
          <w:color w:val="215868" w:themeColor="accent5" w:themeShade="80"/>
          <w:sz w:val="24"/>
        </w:rPr>
        <w:t xml:space="preserve"> auf </w:t>
      </w:r>
      <w:r w:rsidR="008923E7" w:rsidRPr="00FD2D7B">
        <w:rPr>
          <w:rStyle w:val="Fett"/>
          <w:b w:val="0"/>
          <w:bCs w:val="0"/>
          <w:i w:val="0"/>
          <w:iCs w:val="0"/>
          <w:color w:val="215868" w:themeColor="accent5" w:themeShade="80"/>
          <w:sz w:val="24"/>
        </w:rPr>
        <w:t>die danebenstehenden Sätze</w:t>
      </w:r>
      <w:r w:rsidR="00FD2D7B">
        <w:rPr>
          <w:rStyle w:val="Fett"/>
          <w:b w:val="0"/>
          <w:bCs w:val="0"/>
          <w:i w:val="0"/>
          <w:iCs w:val="0"/>
          <w:color w:val="215868" w:themeColor="accent5" w:themeShade="80"/>
          <w:sz w:val="24"/>
        </w:rPr>
        <w:t>.</w:t>
      </w:r>
    </w:p>
    <w:p w14:paraId="0C577784" w14:textId="20FAAD11" w:rsidR="00602BAC" w:rsidRDefault="00FD2D7B" w:rsidP="00602BAC">
      <w:pPr>
        <w:pStyle w:val="Textkrper"/>
        <w:spacing w:after="120"/>
        <w:rPr>
          <w:rStyle w:val="Anleitung"/>
          <w:i/>
          <w:iCs/>
          <w:sz w:val="20"/>
          <w:szCs w:val="20"/>
        </w:rPr>
      </w:pPr>
      <w:r>
        <w:rPr>
          <w:rStyle w:val="Anleitung"/>
          <w:i/>
          <w:iCs/>
          <w:sz w:val="20"/>
          <w:szCs w:val="20"/>
        </w:rPr>
        <w:t>(</w:t>
      </w:r>
      <w:r w:rsidR="00C14A87" w:rsidRPr="00FD2D7B">
        <w:rPr>
          <w:rStyle w:val="Anleitung"/>
          <w:i/>
          <w:iCs/>
          <w:sz w:val="20"/>
          <w:szCs w:val="20"/>
        </w:rPr>
        <w:t>Verwende</w:t>
      </w:r>
      <w:r>
        <w:rPr>
          <w:rStyle w:val="Anleitung"/>
          <w:i/>
          <w:iCs/>
          <w:sz w:val="20"/>
          <w:szCs w:val="20"/>
        </w:rPr>
        <w:t>n Sie</w:t>
      </w:r>
      <w:r w:rsidR="00C14A87" w:rsidRPr="00FD2D7B">
        <w:rPr>
          <w:rStyle w:val="Anleitung"/>
          <w:i/>
          <w:iCs/>
          <w:sz w:val="20"/>
          <w:szCs w:val="20"/>
        </w:rPr>
        <w:t xml:space="preserve"> die Schaltfläche</w:t>
      </w:r>
    </w:p>
    <w:p w14:paraId="2A05CD78" w14:textId="72C3E651" w:rsidR="0089482A" w:rsidRPr="00602BAC" w:rsidRDefault="00C14A87" w:rsidP="00602BAC">
      <w:pPr>
        <w:pStyle w:val="Textkrper"/>
        <w:spacing w:after="480"/>
        <w:rPr>
          <w:color w:val="244061" w:themeColor="accent1" w:themeShade="80"/>
          <w:szCs w:val="20"/>
        </w:rPr>
      </w:pPr>
      <w:r w:rsidRPr="00FD2D7B">
        <w:rPr>
          <w:rStyle w:val="Anleitung"/>
          <w:i/>
          <w:iCs/>
          <w:sz w:val="20"/>
          <w:szCs w:val="20"/>
        </w:rPr>
        <w:t>Klick</w:t>
      </w:r>
      <w:r w:rsidR="00FD2D7B">
        <w:rPr>
          <w:rStyle w:val="Anleitung"/>
          <w:i/>
          <w:iCs/>
          <w:sz w:val="20"/>
          <w:szCs w:val="20"/>
        </w:rPr>
        <w:t>en Sie</w:t>
      </w:r>
      <w:r w:rsidRPr="00FD2D7B">
        <w:rPr>
          <w:rStyle w:val="Anleitung"/>
          <w:i/>
          <w:iCs/>
          <w:sz w:val="20"/>
          <w:szCs w:val="20"/>
        </w:rPr>
        <w:t xml:space="preserve"> in die Vorlage, „Pinsel“ wählen und dann in den zu </w:t>
      </w:r>
      <w:r w:rsidRPr="00355401">
        <w:rPr>
          <w:rStyle w:val="Fett"/>
          <w:color w:val="215868" w:themeColor="accent5" w:themeShade="80"/>
          <w:sz w:val="24"/>
        </w:rPr>
        <w:t>ändernde</w:t>
      </w:r>
      <w:r w:rsidR="009C7433" w:rsidRPr="00355401">
        <w:rPr>
          <w:rStyle w:val="Fett"/>
          <w:color w:val="215868" w:themeColor="accent5" w:themeShade="80"/>
          <w:sz w:val="24"/>
        </w:rPr>
        <w:t>n Text klicken</w:t>
      </w:r>
      <w:r w:rsidR="00FD2D7B">
        <w:rPr>
          <w:rStyle w:val="Anleitung"/>
          <w:i/>
          <w:iCs/>
          <w:sz w:val="20"/>
          <w:szCs w:val="20"/>
        </w:rPr>
        <w:t>)</w:t>
      </w:r>
    </w:p>
    <w:p w14:paraId="3BA83C00" w14:textId="4F037A53" w:rsidR="0089482A" w:rsidRPr="006E54BA" w:rsidRDefault="00C97378">
      <w:pPr>
        <w:pStyle w:val="Textkrper"/>
        <w:spacing w:after="60"/>
        <w:jc w:val="both"/>
        <w:rPr>
          <w:i w:val="0"/>
          <w:sz w:val="24"/>
          <w:lang w:val="de-AT"/>
        </w:rPr>
      </w:pPr>
      <w:r w:rsidRPr="006E54BA">
        <w:rPr>
          <w:rFonts w:cstheme="minorHAnsi"/>
          <w:b/>
          <w:i w:val="0"/>
          <w:color w:val="000000" w:themeColor="text1"/>
          <w:sz w:val="36"/>
          <w:lang w:val="de-AT"/>
          <w14:glow w14:rad="1016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w:t>
      </w:r>
      <w:r w:rsidR="00FD2D7B" w:rsidRPr="006E54BA">
        <w:rPr>
          <w:rFonts w:cstheme="minorHAnsi"/>
          <w:b/>
          <w:i w:val="0"/>
          <w:color w:val="000000" w:themeColor="text1"/>
          <w:sz w:val="36"/>
          <w:lang w:val="de-AT"/>
          <w14:glow w14:rad="1016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Easy4M</w:t>
      </w:r>
      <w:r w:rsidR="006E54BA">
        <w:rPr>
          <w:rFonts w:cstheme="minorHAnsi"/>
          <w:b/>
          <w:i w:val="0"/>
          <w:color w:val="000000" w:themeColor="text1"/>
          <w:sz w:val="36"/>
          <w:lang w:val="de-AT"/>
          <w14:glow w14:rad="101600">
            <w14:schemeClr w14:val="accent1">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r>
      <w:r w:rsidR="006E54BA" w:rsidRPr="006E54BA">
        <w:rPr>
          <w:rFonts w:ascii="Comic Sans MS" w:hAnsi="Comic Sans MS"/>
          <w:i w:val="0"/>
          <w:smallCaps/>
          <w:outline/>
          <w:color w:val="008000"/>
          <w:sz w:val="28"/>
          <w:lang w:val="de-AT"/>
          <w14:textOutline w14:w="9525" w14:cap="flat" w14:cmpd="sng" w14:algn="ctr">
            <w14:solidFill>
              <w14:srgbClr w14:val="008000"/>
            </w14:solidFill>
            <w14:prstDash w14:val="solid"/>
            <w14:round/>
          </w14:textOutline>
          <w14:textFill>
            <w14:noFill/>
          </w14:textFill>
        </w:rPr>
        <w:tab/>
      </w:r>
      <w:r w:rsidR="0089482A" w:rsidRPr="006E54BA">
        <w:rPr>
          <w:i w:val="0"/>
          <w:sz w:val="24"/>
          <w:lang w:val="de-AT"/>
        </w:rPr>
        <w:t>Easy4</w:t>
      </w:r>
      <w:r w:rsidRPr="006E54BA">
        <w:rPr>
          <w:i w:val="0"/>
          <w:sz w:val="24"/>
          <w:lang w:val="de-AT"/>
        </w:rPr>
        <w:t>M</w:t>
      </w:r>
      <w:r w:rsidR="0089482A" w:rsidRPr="006E54BA">
        <w:rPr>
          <w:i w:val="0"/>
          <w:sz w:val="24"/>
          <w:lang w:val="de-AT"/>
        </w:rPr>
        <w:t>e hat viele Übungen zum ECDL</w:t>
      </w:r>
    </w:p>
    <w:p w14:paraId="4012A9CF" w14:textId="579210ED" w:rsidR="0089482A" w:rsidRDefault="0089482A">
      <w:pPr>
        <w:pStyle w:val="Textkrper"/>
        <w:spacing w:after="60"/>
        <w:jc w:val="both"/>
        <w:rPr>
          <w:i w:val="0"/>
          <w:sz w:val="24"/>
        </w:rPr>
      </w:pPr>
      <w:r w:rsidRPr="006E54BA">
        <w:rPr>
          <w:rFonts w:ascii="Book Antiqua" w:hAnsi="Book Antiqua" w:cstheme="minorHAnsi"/>
          <w:b/>
          <w:i w:val="0"/>
          <w:outline/>
          <w:color w:val="FF0000"/>
          <w:sz w:val="32"/>
          <w:szCs w:val="32"/>
          <w14:shadow w14:blurRad="0" w14:dist="38100" w14:dir="2700000" w14:sx="100000" w14:sy="100000" w14:kx="0" w14:ky="0" w14:algn="tl">
            <w14:schemeClr w14:val="accent2"/>
          </w14:shadow>
          <w14:textOutline w14:w="6604" w14:cap="flat" w14:cmpd="sng" w14:algn="ctr">
            <w14:solidFill>
              <w14:srgbClr w14:val="FF0000"/>
            </w14:solidFill>
            <w14:prstDash w14:val="solid"/>
            <w14:round/>
          </w14:textOutline>
          <w14:textFill>
            <w14:solidFill>
              <w14:srgbClr w14:val="FFFFFF"/>
            </w14:solidFill>
          </w14:textFill>
        </w:rPr>
        <w:t>ECDL</w:t>
      </w:r>
      <w:r w:rsidR="006E54BA">
        <w:rPr>
          <w:i w:val="0"/>
          <w:sz w:val="24"/>
        </w:rPr>
        <w:tab/>
      </w:r>
      <w:r w:rsidR="006E54BA">
        <w:rPr>
          <w:i w:val="0"/>
          <w:sz w:val="24"/>
        </w:rPr>
        <w:tab/>
      </w:r>
      <w:r>
        <w:rPr>
          <w:i w:val="0"/>
          <w:sz w:val="24"/>
        </w:rPr>
        <w:t>Wenn ich 7 Module bestanden habe, bin ich Kaiser!</w:t>
      </w:r>
    </w:p>
    <w:sectPr w:rsidR="0089482A" w:rsidSect="005E3308">
      <w:headerReference w:type="default" r:id="rId13"/>
      <w:pgSz w:w="11906" w:h="16838"/>
      <w:pgMar w:top="1418"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D0BED" w14:textId="77777777" w:rsidR="00A3148A" w:rsidRDefault="00A3148A">
      <w:r>
        <w:separator/>
      </w:r>
    </w:p>
  </w:endnote>
  <w:endnote w:type="continuationSeparator" w:id="0">
    <w:p w14:paraId="56AF4BDA" w14:textId="77777777" w:rsidR="00A3148A" w:rsidRDefault="00A3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2B26E" w14:textId="77777777" w:rsidR="00A3148A" w:rsidRDefault="00A3148A">
      <w:r>
        <w:separator/>
      </w:r>
    </w:p>
  </w:footnote>
  <w:footnote w:type="continuationSeparator" w:id="0">
    <w:p w14:paraId="4163EDF8" w14:textId="77777777" w:rsidR="00A3148A" w:rsidRDefault="00A31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69E4" w14:textId="5F004658" w:rsidR="0089482A" w:rsidRPr="00586401" w:rsidRDefault="00586401" w:rsidP="00586401">
    <w:pPr>
      <w:pStyle w:val="Kopfzeile"/>
      <w:pBdr>
        <w:bottom w:val="single" w:sz="4" w:space="1" w:color="244061" w:themeColor="accent1" w:themeShade="80"/>
      </w:pBdr>
      <w:tabs>
        <w:tab w:val="clear" w:pos="4536"/>
        <w:tab w:val="clear" w:pos="9072"/>
        <w:tab w:val="center" w:pos="3686"/>
        <w:tab w:val="right" w:pos="8647"/>
      </w:tabs>
      <w:spacing w:after="240"/>
      <w:ind w:right="1134"/>
      <w:rPr>
        <w:rFonts w:cstheme="minorHAnsi"/>
        <w:bCs/>
        <w:color w:val="365F91" w:themeColor="accent1" w:themeShade="BF"/>
        <w:sz w:val="32"/>
        <w:szCs w:val="32"/>
        <w:lang w:val="de-AT"/>
      </w:rPr>
    </w:pPr>
    <w:r w:rsidRPr="00FD2D7B">
      <w:rPr>
        <w:rFonts w:cstheme="minorHAnsi"/>
        <w:bCs/>
        <w:noProof/>
        <w:color w:val="365F91" w:themeColor="accent1" w:themeShade="BF"/>
        <w:sz w:val="28"/>
        <w:szCs w:val="28"/>
        <w:lang w:val="en-US" w:eastAsia="en-US"/>
      </w:rPr>
      <w:drawing>
        <wp:anchor distT="0" distB="0" distL="114300" distR="114300" simplePos="0" relativeHeight="251659264" behindDoc="0" locked="0" layoutInCell="1" allowOverlap="1" wp14:anchorId="2364CCF0" wp14:editId="1F0C8F7C">
          <wp:simplePos x="0" y="0"/>
          <wp:positionH relativeFrom="margin">
            <wp:posOffset>5675685</wp:posOffset>
          </wp:positionH>
          <wp:positionV relativeFrom="paragraph">
            <wp:posOffset>-145360</wp:posOffset>
          </wp:positionV>
          <wp:extent cx="594360" cy="594360"/>
          <wp:effectExtent l="0" t="0" r="0" b="0"/>
          <wp:wrapNone/>
          <wp:docPr id="16" name="Grafik 16" descr="C:\Users\xAdmin\Dropbox\Easy4me\_FTP_Easy4Me_Neu\workfiles\images\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dmin\Dropbox\Easy4me\_FTP_Easy4Me_Neu\workfiles\images\word-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360" cy="594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2D7B" w:rsidRPr="00FD2D7B">
      <w:rPr>
        <w:rFonts w:cstheme="minorHAnsi"/>
        <w:bCs/>
        <w:color w:val="365F91" w:themeColor="accent1" w:themeShade="BF"/>
        <w:sz w:val="28"/>
        <w:szCs w:val="28"/>
        <w:lang w:val="de-AT"/>
      </w:rPr>
      <w:t>007</w:t>
    </w:r>
    <w:r w:rsidR="005E3308" w:rsidRPr="00FD2D7B">
      <w:rPr>
        <w:rFonts w:cstheme="minorHAnsi"/>
        <w:bCs/>
        <w:color w:val="365F91" w:themeColor="accent1" w:themeShade="BF"/>
        <w:sz w:val="28"/>
        <w:szCs w:val="28"/>
        <w:lang w:val="de-AT"/>
      </w:rPr>
      <w:t xml:space="preserve"> Absätze</w:t>
    </w:r>
    <w:r w:rsidR="00FD2D7B" w:rsidRPr="00FD2D7B">
      <w:rPr>
        <w:rFonts w:cstheme="minorHAnsi"/>
        <w:bCs/>
        <w:color w:val="365F91" w:themeColor="accent1" w:themeShade="BF"/>
        <w:sz w:val="28"/>
        <w:szCs w:val="28"/>
        <w:lang w:val="de-AT"/>
      </w:rPr>
      <w:t xml:space="preserve">: </w:t>
    </w:r>
    <w:r w:rsidR="006E54BA" w:rsidRPr="00FD2D7B">
      <w:rPr>
        <w:rFonts w:cstheme="minorHAnsi"/>
        <w:bCs/>
        <w:color w:val="365F91" w:themeColor="accent1" w:themeShade="BF"/>
        <w:sz w:val="28"/>
        <w:szCs w:val="28"/>
        <w:lang w:val="de-AT"/>
      </w:rPr>
      <w:t>Rahmen und Schattierung – Format übertragen</w:t>
    </w:r>
    <w:r w:rsidR="0089482A" w:rsidRPr="00586401">
      <w:rPr>
        <w:rFonts w:cstheme="minorHAnsi"/>
        <w:bCs/>
        <w:color w:val="365F91" w:themeColor="accent1" w:themeShade="BF"/>
        <w:sz w:val="32"/>
        <w:szCs w:val="32"/>
        <w:lang w:val="de-A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3pt;height:16.8pt;visibility:visible;mso-wrap-style:square" o:bullet="t">
        <v:imagedata r:id="rId1" o:title=""/>
      </v:shape>
    </w:pict>
  </w:numPicBullet>
  <w:abstractNum w:abstractNumId="0" w15:restartNumberingAfterBreak="0">
    <w:nsid w:val="01247A70"/>
    <w:multiLevelType w:val="hybridMultilevel"/>
    <w:tmpl w:val="FCCA806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546C06D7"/>
    <w:multiLevelType w:val="hybridMultilevel"/>
    <w:tmpl w:val="0CDCB37A"/>
    <w:lvl w:ilvl="0" w:tplc="04070015">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749892080">
    <w:abstractNumId w:val="1"/>
  </w:num>
  <w:num w:numId="2" w16cid:durableId="47193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8F1"/>
    <w:rsid w:val="00015D58"/>
    <w:rsid w:val="00036DA7"/>
    <w:rsid w:val="000507C5"/>
    <w:rsid w:val="00123EB8"/>
    <w:rsid w:val="00125643"/>
    <w:rsid w:val="00174D4B"/>
    <w:rsid w:val="001D736E"/>
    <w:rsid w:val="001E6437"/>
    <w:rsid w:val="0020787D"/>
    <w:rsid w:val="002544D4"/>
    <w:rsid w:val="002E60BA"/>
    <w:rsid w:val="002F2C34"/>
    <w:rsid w:val="00347B73"/>
    <w:rsid w:val="00352D93"/>
    <w:rsid w:val="00355401"/>
    <w:rsid w:val="003A1FBB"/>
    <w:rsid w:val="003E2E85"/>
    <w:rsid w:val="004857AA"/>
    <w:rsid w:val="004D2122"/>
    <w:rsid w:val="004D74BA"/>
    <w:rsid w:val="0056355F"/>
    <w:rsid w:val="00570974"/>
    <w:rsid w:val="0058054C"/>
    <w:rsid w:val="00586401"/>
    <w:rsid w:val="00587572"/>
    <w:rsid w:val="005E3308"/>
    <w:rsid w:val="005F7ADC"/>
    <w:rsid w:val="00602BAC"/>
    <w:rsid w:val="006E54BA"/>
    <w:rsid w:val="006E741F"/>
    <w:rsid w:val="00705DD4"/>
    <w:rsid w:val="007C53E5"/>
    <w:rsid w:val="007C6CC1"/>
    <w:rsid w:val="008923E7"/>
    <w:rsid w:val="0089482A"/>
    <w:rsid w:val="008B2DFF"/>
    <w:rsid w:val="008B5D55"/>
    <w:rsid w:val="008D1773"/>
    <w:rsid w:val="00940DF3"/>
    <w:rsid w:val="00945863"/>
    <w:rsid w:val="00966BB9"/>
    <w:rsid w:val="009C05D9"/>
    <w:rsid w:val="009C7433"/>
    <w:rsid w:val="009F56EF"/>
    <w:rsid w:val="00A3148A"/>
    <w:rsid w:val="00A501B6"/>
    <w:rsid w:val="00C14A87"/>
    <w:rsid w:val="00C452D7"/>
    <w:rsid w:val="00C97378"/>
    <w:rsid w:val="00D1649A"/>
    <w:rsid w:val="00D36A09"/>
    <w:rsid w:val="00DA3F57"/>
    <w:rsid w:val="00DD68F1"/>
    <w:rsid w:val="00DE235F"/>
    <w:rsid w:val="00E07711"/>
    <w:rsid w:val="00E24165"/>
    <w:rsid w:val="00E30B2D"/>
    <w:rsid w:val="00E503DC"/>
    <w:rsid w:val="00E5665F"/>
    <w:rsid w:val="00E664DB"/>
    <w:rsid w:val="00E954AE"/>
    <w:rsid w:val="00E972C9"/>
    <w:rsid w:val="00F57231"/>
    <w:rsid w:val="00FD2D7B"/>
    <w:rsid w:val="00FE570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A67CC"/>
  <w15:docId w15:val="{8654B753-0484-4BDB-8C6C-1F5970456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86401"/>
    <w:rPr>
      <w:rFonts w:asciiTheme="minorHAnsi" w:hAnsiTheme="minorHAnsi"/>
      <w:sz w:val="24"/>
      <w:szCs w:val="24"/>
      <w:lang w:val="de-DE" w:eastAsia="de-DE"/>
    </w:rPr>
  </w:style>
  <w:style w:type="paragraph" w:styleId="berschrift1">
    <w:name w:val="heading 1"/>
    <w:basedOn w:val="Standard"/>
    <w:next w:val="Standard"/>
    <w:qFormat/>
    <w:rsid w:val="001E6437"/>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1E6437"/>
    <w:pPr>
      <w:keepNext/>
      <w:outlineLvl w:val="1"/>
    </w:pPr>
    <w:rPr>
      <w:color w:val="008000"/>
      <w:sz w:val="28"/>
    </w:rPr>
  </w:style>
  <w:style w:type="paragraph" w:styleId="berschrift3">
    <w:name w:val="heading 3"/>
    <w:basedOn w:val="Standard"/>
    <w:next w:val="Standard"/>
    <w:qFormat/>
    <w:rsid w:val="001E6437"/>
    <w:pPr>
      <w:keepNext/>
      <w:spacing w:after="60"/>
      <w:jc w:val="center"/>
      <w:outlineLvl w:val="2"/>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E6437"/>
    <w:pPr>
      <w:tabs>
        <w:tab w:val="center" w:pos="4536"/>
        <w:tab w:val="right" w:pos="9072"/>
      </w:tabs>
    </w:pPr>
  </w:style>
  <w:style w:type="paragraph" w:styleId="Fuzeile">
    <w:name w:val="footer"/>
    <w:basedOn w:val="Standard"/>
    <w:link w:val="FuzeileZchn"/>
    <w:rsid w:val="001E6437"/>
    <w:pPr>
      <w:tabs>
        <w:tab w:val="center" w:pos="4536"/>
        <w:tab w:val="right" w:pos="9072"/>
      </w:tabs>
    </w:pPr>
  </w:style>
  <w:style w:type="paragraph" w:styleId="Textkrper">
    <w:name w:val="Body Text"/>
    <w:basedOn w:val="Standard"/>
    <w:rsid w:val="001E6437"/>
    <w:rPr>
      <w:i/>
      <w:iCs/>
      <w:sz w:val="20"/>
    </w:rPr>
  </w:style>
  <w:style w:type="character" w:styleId="Hyperlink">
    <w:name w:val="Hyperlink"/>
    <w:basedOn w:val="Absatz-Standardschriftart"/>
    <w:rsid w:val="001E6437"/>
    <w:rPr>
      <w:color w:val="0000FF"/>
      <w:u w:val="single"/>
    </w:rPr>
  </w:style>
  <w:style w:type="paragraph" w:styleId="Endnotentext">
    <w:name w:val="endnote text"/>
    <w:basedOn w:val="Standard"/>
    <w:semiHidden/>
    <w:rsid w:val="001E6437"/>
    <w:rPr>
      <w:sz w:val="20"/>
      <w:szCs w:val="20"/>
    </w:rPr>
  </w:style>
  <w:style w:type="character" w:styleId="Endnotenzeichen">
    <w:name w:val="endnote reference"/>
    <w:basedOn w:val="Absatz-Standardschriftart"/>
    <w:semiHidden/>
    <w:rsid w:val="001E6437"/>
    <w:rPr>
      <w:vertAlign w:val="superscript"/>
    </w:rPr>
  </w:style>
  <w:style w:type="paragraph" w:styleId="Textkrper2">
    <w:name w:val="Body Text 2"/>
    <w:basedOn w:val="Standard"/>
    <w:rsid w:val="001E6437"/>
    <w:pPr>
      <w:spacing w:after="60"/>
      <w:jc w:val="center"/>
    </w:pPr>
  </w:style>
  <w:style w:type="paragraph" w:styleId="Sprechblasentext">
    <w:name w:val="Balloon Text"/>
    <w:basedOn w:val="Standard"/>
    <w:link w:val="SprechblasentextZchn"/>
    <w:rsid w:val="008D1773"/>
    <w:rPr>
      <w:rFonts w:ascii="Tahoma" w:hAnsi="Tahoma" w:cs="Tahoma"/>
      <w:sz w:val="16"/>
      <w:szCs w:val="16"/>
    </w:rPr>
  </w:style>
  <w:style w:type="character" w:customStyle="1" w:styleId="SprechblasentextZchn">
    <w:name w:val="Sprechblasentext Zchn"/>
    <w:basedOn w:val="Absatz-Standardschriftart"/>
    <w:link w:val="Sprechblasentext"/>
    <w:rsid w:val="008D1773"/>
    <w:rPr>
      <w:rFonts w:ascii="Tahoma" w:hAnsi="Tahoma" w:cs="Tahoma"/>
      <w:sz w:val="16"/>
      <w:szCs w:val="16"/>
      <w:lang w:val="de-DE" w:eastAsia="de-DE"/>
    </w:rPr>
  </w:style>
  <w:style w:type="character" w:customStyle="1" w:styleId="FuzeileZchn">
    <w:name w:val="Fußzeile Zchn"/>
    <w:basedOn w:val="Absatz-Standardschriftart"/>
    <w:link w:val="Fuzeile"/>
    <w:rsid w:val="005E3308"/>
    <w:rPr>
      <w:sz w:val="24"/>
      <w:szCs w:val="24"/>
      <w:lang w:val="de-DE" w:eastAsia="de-DE"/>
    </w:rPr>
  </w:style>
  <w:style w:type="paragraph" w:styleId="Titel">
    <w:name w:val="Title"/>
    <w:basedOn w:val="Standard"/>
    <w:next w:val="Standard"/>
    <w:link w:val="TitelZchn"/>
    <w:qFormat/>
    <w:rsid w:val="00D36A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D36A09"/>
    <w:rPr>
      <w:rFonts w:asciiTheme="majorHAnsi" w:eastAsiaTheme="majorEastAsia" w:hAnsiTheme="majorHAnsi" w:cstheme="majorBidi"/>
      <w:color w:val="17365D" w:themeColor="text2" w:themeShade="BF"/>
      <w:spacing w:val="5"/>
      <w:kern w:val="28"/>
      <w:sz w:val="52"/>
      <w:szCs w:val="52"/>
      <w:lang w:val="de-DE" w:eastAsia="de-DE"/>
    </w:rPr>
  </w:style>
  <w:style w:type="character" w:customStyle="1" w:styleId="Anleitung">
    <w:name w:val="Anleitung"/>
    <w:basedOn w:val="Absatz-Standardschriftart"/>
    <w:rsid w:val="00586401"/>
    <w:rPr>
      <w:rFonts w:asciiTheme="minorHAnsi" w:hAnsiTheme="minorHAnsi"/>
      <w:i/>
      <w:iCs/>
      <w:color w:val="244061" w:themeColor="accent1" w:themeShade="80"/>
      <w:sz w:val="22"/>
    </w:rPr>
  </w:style>
  <w:style w:type="character" w:styleId="Fett">
    <w:name w:val="Strong"/>
    <w:basedOn w:val="Absatz-Standardschriftart"/>
    <w:qFormat/>
    <w:rsid w:val="00FD2D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elfi%20pernstich\Anwendungsdaten\Microsoft\Vorlagen\ecdl%20&#252;bungen%20word.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dbffd17-55a7-4b25-b20c-462d16bbe781" xsi:nil="true"/>
    <lcf76f155ced4ddcb4097134ff3c332f xmlns="39b2766b-c11e-4d34-ae90-b418efdcb7e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A4128E13B0D334BA315F3775C0F97AB" ma:contentTypeVersion="9" ma:contentTypeDescription="Ein neues Dokument erstellen." ma:contentTypeScope="" ma:versionID="08d6c938c5b8ba2cb3ae22bdff9f28a2">
  <xsd:schema xmlns:xsd="http://www.w3.org/2001/XMLSchema" xmlns:xs="http://www.w3.org/2001/XMLSchema" xmlns:p="http://schemas.microsoft.com/office/2006/metadata/properties" xmlns:ns2="39b2766b-c11e-4d34-ae90-b418efdcb7ee" xmlns:ns3="7dbffd17-55a7-4b25-b20c-462d16bbe781" targetNamespace="http://schemas.microsoft.com/office/2006/metadata/properties" ma:root="true" ma:fieldsID="bf594e0c710aeaa748e3fca17eb90cb8" ns2:_="" ns3:_="">
    <xsd:import namespace="39b2766b-c11e-4d34-ae90-b418efdcb7ee"/>
    <xsd:import namespace="7dbffd17-55a7-4b25-b20c-462d16bbe7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2766b-c11e-4d34-ae90-b418efdcb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3ebf75d-a44c-490e-b061-5d1ad43ecb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ffd17-55a7-4b25-b20c-462d16bbe7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f83ad16-6433-42a5-99d8-c6c549438078}" ma:internalName="TaxCatchAll" ma:showField="CatchAllData" ma:web="7dbffd17-55a7-4b25-b20c-462d16bbe7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754383-5BAD-4448-8D06-5932F3885D7A}">
  <ds:schemaRefs>
    <ds:schemaRef ds:uri="http://schemas.openxmlformats.org/officeDocument/2006/bibliography"/>
  </ds:schemaRefs>
</ds:datastoreItem>
</file>

<file path=customXml/itemProps2.xml><?xml version="1.0" encoding="utf-8"?>
<ds:datastoreItem xmlns:ds="http://schemas.openxmlformats.org/officeDocument/2006/customXml" ds:itemID="{BD1258AB-86D0-489E-BEAD-2283DAC76561}">
  <ds:schemaRefs>
    <ds:schemaRef ds:uri="http://schemas.microsoft.com/office/2006/metadata/properties"/>
    <ds:schemaRef ds:uri="http://schemas.microsoft.com/office/infopath/2007/PartnerControls"/>
    <ds:schemaRef ds:uri="7dbffd17-55a7-4b25-b20c-462d16bbe781"/>
    <ds:schemaRef ds:uri="39b2766b-c11e-4d34-ae90-b418efdcb7ee"/>
  </ds:schemaRefs>
</ds:datastoreItem>
</file>

<file path=customXml/itemProps3.xml><?xml version="1.0" encoding="utf-8"?>
<ds:datastoreItem xmlns:ds="http://schemas.openxmlformats.org/officeDocument/2006/customXml" ds:itemID="{11B090F7-D8AD-440F-8B14-D1828D7C301B}">
  <ds:schemaRefs>
    <ds:schemaRef ds:uri="http://schemas.microsoft.com/sharepoint/v3/contenttype/forms"/>
  </ds:schemaRefs>
</ds:datastoreItem>
</file>

<file path=customXml/itemProps4.xml><?xml version="1.0" encoding="utf-8"?>
<ds:datastoreItem xmlns:ds="http://schemas.openxmlformats.org/officeDocument/2006/customXml" ds:itemID="{649809A9-3107-4A82-930D-B50010E28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b2766b-c11e-4d34-ae90-b418efdcb7ee"/>
    <ds:schemaRef ds:uri="7dbffd17-55a7-4b25-b20c-462d16bbe7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ecdl übungen word.dot</Template>
  <TotalTime>0</TotalTime>
  <Pages>2</Pages>
  <Words>310</Words>
  <Characters>1807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Übung 1:</vt:lpstr>
    </vt:vector>
  </TitlesOfParts>
  <Company/>
  <LinksUpToDate>false</LinksUpToDate>
  <CharactersWithSpaces>2113</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1:</dc:title>
  <dc:creator>Pernstich</dc:creator>
  <cp:lastModifiedBy>Marc Chéhab</cp:lastModifiedBy>
  <cp:revision>27</cp:revision>
  <cp:lastPrinted>2004-02-22T16:41:00Z</cp:lastPrinted>
  <dcterms:created xsi:type="dcterms:W3CDTF">2012-09-04T13:38:00Z</dcterms:created>
  <dcterms:modified xsi:type="dcterms:W3CDTF">2023-10-25T09:48:00Z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0x010100FA4128E13B0D334BA315F3775C0F97AB</vt:lpwstr>
  </property>
</Properties>
</file>